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F52" w:rsidRPr="00DF44FB" w:rsidRDefault="009B5D26" w:rsidP="00511209">
      <w:pPr>
        <w:ind w:left="720"/>
        <w:rPr>
          <w:sz w:val="22"/>
          <w:szCs w:val="22"/>
        </w:rPr>
      </w:pPr>
      <w:r>
        <w:rPr>
          <w:sz w:val="22"/>
          <w:szCs w:val="22"/>
        </w:rPr>
        <w:t>January 22</w:t>
      </w:r>
      <w:r w:rsidR="00123650" w:rsidRPr="009B5D26">
        <w:rPr>
          <w:sz w:val="22"/>
          <w:szCs w:val="22"/>
        </w:rPr>
        <w:t>, 2014</w:t>
      </w:r>
      <w:r w:rsidR="00A6738C">
        <w:rPr>
          <w:sz w:val="22"/>
          <w:szCs w:val="22"/>
        </w:rPr>
        <w:tab/>
      </w:r>
      <w:r w:rsidR="00A6738C">
        <w:rPr>
          <w:sz w:val="22"/>
          <w:szCs w:val="22"/>
        </w:rPr>
        <w:tab/>
      </w:r>
      <w:r w:rsidR="00A6738C">
        <w:rPr>
          <w:sz w:val="22"/>
          <w:szCs w:val="22"/>
        </w:rPr>
        <w:tab/>
      </w:r>
      <w:r w:rsidR="00A6738C">
        <w:rPr>
          <w:sz w:val="22"/>
          <w:szCs w:val="22"/>
        </w:rPr>
        <w:tab/>
      </w:r>
      <w:r w:rsidR="00A6738C">
        <w:rPr>
          <w:sz w:val="22"/>
          <w:szCs w:val="22"/>
        </w:rPr>
        <w:tab/>
      </w:r>
      <w:r w:rsidR="00A6738C">
        <w:rPr>
          <w:sz w:val="22"/>
          <w:szCs w:val="22"/>
        </w:rPr>
        <w:tab/>
      </w:r>
      <w:r w:rsidR="00A6738C">
        <w:rPr>
          <w:sz w:val="22"/>
          <w:szCs w:val="22"/>
        </w:rPr>
        <w:tab/>
      </w:r>
    </w:p>
    <w:p w:rsidR="00856F52" w:rsidRPr="00DF44FB" w:rsidRDefault="00856F52" w:rsidP="00856F52">
      <w:pPr>
        <w:pStyle w:val="Header"/>
        <w:tabs>
          <w:tab w:val="clear" w:pos="4320"/>
          <w:tab w:val="clear" w:pos="8640"/>
        </w:tabs>
        <w:ind w:left="720"/>
        <w:rPr>
          <w:sz w:val="22"/>
          <w:szCs w:val="22"/>
        </w:rPr>
      </w:pPr>
    </w:p>
    <w:p w:rsidR="00856F52" w:rsidRPr="00DF44FB" w:rsidRDefault="00856F52" w:rsidP="00856F52">
      <w:pPr>
        <w:ind w:left="1440" w:hanging="720"/>
        <w:rPr>
          <w:sz w:val="22"/>
          <w:szCs w:val="22"/>
        </w:rPr>
      </w:pPr>
      <w:r w:rsidRPr="00DF44FB">
        <w:rPr>
          <w:sz w:val="22"/>
          <w:szCs w:val="22"/>
        </w:rPr>
        <w:t>To:</w:t>
      </w:r>
      <w:r w:rsidRPr="00DF44FB">
        <w:rPr>
          <w:sz w:val="22"/>
          <w:szCs w:val="22"/>
        </w:rPr>
        <w:tab/>
      </w:r>
      <w:r w:rsidR="0079607F">
        <w:rPr>
          <w:sz w:val="22"/>
          <w:szCs w:val="22"/>
        </w:rPr>
        <w:t>David Kirchheimer</w:t>
      </w:r>
    </w:p>
    <w:p w:rsidR="00B13AB1" w:rsidRDefault="00B13296" w:rsidP="00121D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065"/>
        </w:tabs>
        <w:ind w:left="1440" w:hanging="720"/>
        <w:rPr>
          <w:sz w:val="22"/>
          <w:szCs w:val="22"/>
        </w:rPr>
      </w:pPr>
      <w:r w:rsidRPr="00DF44FB">
        <w:rPr>
          <w:sz w:val="22"/>
          <w:szCs w:val="22"/>
        </w:rPr>
        <w:tab/>
      </w:r>
    </w:p>
    <w:p w:rsidR="00D154D3" w:rsidRPr="00DF44FB" w:rsidRDefault="00856F52" w:rsidP="00EE5F3F">
      <w:pPr>
        <w:ind w:firstLine="720"/>
        <w:rPr>
          <w:sz w:val="22"/>
          <w:szCs w:val="22"/>
        </w:rPr>
      </w:pPr>
      <w:r w:rsidRPr="00DF44FB">
        <w:rPr>
          <w:sz w:val="22"/>
          <w:szCs w:val="22"/>
        </w:rPr>
        <w:t>Re:</w:t>
      </w:r>
      <w:r w:rsidRPr="00DF44FB">
        <w:rPr>
          <w:sz w:val="22"/>
          <w:szCs w:val="22"/>
        </w:rPr>
        <w:tab/>
      </w:r>
      <w:r w:rsidR="00123650" w:rsidRPr="00123650">
        <w:rPr>
          <w:sz w:val="22"/>
          <w:szCs w:val="22"/>
        </w:rPr>
        <w:t>Oaktree Emerging Market Debt Fund, L.P</w:t>
      </w:r>
      <w:proofErr w:type="gramStart"/>
      <w:r w:rsidR="00123650" w:rsidRPr="00123650">
        <w:rPr>
          <w:sz w:val="22"/>
          <w:szCs w:val="22"/>
        </w:rPr>
        <w:t>.</w:t>
      </w:r>
      <w:r w:rsidR="00626778">
        <w:rPr>
          <w:sz w:val="22"/>
          <w:szCs w:val="22"/>
        </w:rPr>
        <w:t>–</w:t>
      </w:r>
      <w:proofErr w:type="gramEnd"/>
      <w:r w:rsidR="00F7738A">
        <w:rPr>
          <w:sz w:val="22"/>
          <w:szCs w:val="22"/>
        </w:rPr>
        <w:t xml:space="preserve"> </w:t>
      </w:r>
      <w:r w:rsidR="00D154D3" w:rsidRPr="00DF44FB">
        <w:rPr>
          <w:sz w:val="22"/>
          <w:szCs w:val="22"/>
        </w:rPr>
        <w:t>Funding Request Notice</w:t>
      </w:r>
    </w:p>
    <w:p w:rsidR="00856F52" w:rsidRPr="00DF44FB" w:rsidRDefault="00856F52" w:rsidP="00856F52">
      <w:pPr>
        <w:ind w:left="720"/>
        <w:rPr>
          <w:sz w:val="22"/>
          <w:szCs w:val="22"/>
        </w:rPr>
      </w:pPr>
      <w:r w:rsidRPr="00DF44FB">
        <w:rPr>
          <w:sz w:val="22"/>
          <w:szCs w:val="22"/>
        </w:rPr>
        <w:tab/>
      </w:r>
    </w:p>
    <w:p w:rsidR="00856F52" w:rsidRPr="00DF44FB" w:rsidRDefault="00856F52" w:rsidP="00856F52">
      <w:pPr>
        <w:ind w:left="720"/>
        <w:rPr>
          <w:sz w:val="22"/>
          <w:szCs w:val="22"/>
        </w:rPr>
      </w:pPr>
    </w:p>
    <w:p w:rsidR="00DF44FB" w:rsidRPr="00DF44FB" w:rsidRDefault="00123650" w:rsidP="00123650">
      <w:pPr>
        <w:ind w:left="720" w:right="-180"/>
        <w:rPr>
          <w:bCs/>
          <w:sz w:val="22"/>
          <w:szCs w:val="22"/>
        </w:rPr>
      </w:pPr>
      <w:r w:rsidRPr="0079607F">
        <w:rPr>
          <w:sz w:val="22"/>
          <w:szCs w:val="22"/>
        </w:rPr>
        <w:t xml:space="preserve">This </w:t>
      </w:r>
      <w:r w:rsidR="00DF44FB" w:rsidRPr="0079607F">
        <w:rPr>
          <w:sz w:val="22"/>
          <w:szCs w:val="22"/>
        </w:rPr>
        <w:t>letter is to notify you th</w:t>
      </w:r>
      <w:r w:rsidR="00D16511" w:rsidRPr="0079607F">
        <w:rPr>
          <w:sz w:val="22"/>
          <w:szCs w:val="22"/>
        </w:rPr>
        <w:t>a</w:t>
      </w:r>
      <w:r w:rsidR="0064636E" w:rsidRPr="0079607F">
        <w:rPr>
          <w:sz w:val="22"/>
          <w:szCs w:val="22"/>
        </w:rPr>
        <w:t>t there will be a</w:t>
      </w:r>
      <w:r w:rsidR="009E64E1" w:rsidRPr="0079607F">
        <w:rPr>
          <w:sz w:val="22"/>
          <w:szCs w:val="22"/>
        </w:rPr>
        <w:t xml:space="preserve"> </w:t>
      </w:r>
      <w:r w:rsidR="004A179A" w:rsidRPr="0079607F">
        <w:rPr>
          <w:sz w:val="22"/>
          <w:szCs w:val="22"/>
        </w:rPr>
        <w:t>d</w:t>
      </w:r>
      <w:r w:rsidR="0064636E" w:rsidRPr="0079607F">
        <w:rPr>
          <w:sz w:val="22"/>
          <w:szCs w:val="22"/>
        </w:rPr>
        <w:t xml:space="preserve">rawdown of </w:t>
      </w:r>
      <w:r w:rsidR="0079607F" w:rsidRPr="0079607F">
        <w:rPr>
          <w:sz w:val="22"/>
          <w:szCs w:val="22"/>
        </w:rPr>
        <w:t>10.0</w:t>
      </w:r>
      <w:r w:rsidR="00DF44FB" w:rsidRPr="0079607F">
        <w:rPr>
          <w:sz w:val="22"/>
          <w:szCs w:val="22"/>
        </w:rPr>
        <w:t>%</w:t>
      </w:r>
      <w:r w:rsidR="00EE5F3F" w:rsidRPr="0079607F">
        <w:rPr>
          <w:sz w:val="22"/>
          <w:szCs w:val="22"/>
        </w:rPr>
        <w:t xml:space="preserve"> of the total committed amount </w:t>
      </w:r>
      <w:r w:rsidR="00A6738C" w:rsidRPr="0079607F">
        <w:rPr>
          <w:sz w:val="22"/>
          <w:szCs w:val="22"/>
        </w:rPr>
        <w:t xml:space="preserve">due on </w:t>
      </w:r>
      <w:r w:rsidR="0079607F" w:rsidRPr="0079607F">
        <w:rPr>
          <w:sz w:val="22"/>
          <w:szCs w:val="22"/>
        </w:rPr>
        <w:t>Thursday</w:t>
      </w:r>
      <w:r w:rsidR="00EC5876" w:rsidRPr="0079607F">
        <w:rPr>
          <w:sz w:val="22"/>
          <w:szCs w:val="22"/>
        </w:rPr>
        <w:t xml:space="preserve">, </w:t>
      </w:r>
      <w:r w:rsidR="0079607F" w:rsidRPr="0079607F">
        <w:rPr>
          <w:sz w:val="22"/>
          <w:szCs w:val="22"/>
        </w:rPr>
        <w:t>January 23</w:t>
      </w:r>
      <w:r w:rsidRPr="0079607F">
        <w:rPr>
          <w:sz w:val="22"/>
          <w:szCs w:val="22"/>
        </w:rPr>
        <w:t>, 2014</w:t>
      </w:r>
      <w:r w:rsidR="00DF44FB" w:rsidRPr="0079607F">
        <w:rPr>
          <w:sz w:val="22"/>
          <w:szCs w:val="22"/>
        </w:rPr>
        <w:t xml:space="preserve">.  Based on a commitment amount of </w:t>
      </w:r>
      <w:r w:rsidR="004B7183" w:rsidRPr="0079607F">
        <w:rPr>
          <w:sz w:val="22"/>
          <w:szCs w:val="22"/>
        </w:rPr>
        <w:t>$</w:t>
      </w:r>
      <w:r w:rsidRPr="0079607F">
        <w:rPr>
          <w:sz w:val="22"/>
          <w:szCs w:val="22"/>
        </w:rPr>
        <w:t>25,000,000</w:t>
      </w:r>
      <w:r w:rsidR="00DF44FB" w:rsidRPr="0079607F">
        <w:rPr>
          <w:sz w:val="22"/>
          <w:szCs w:val="22"/>
        </w:rPr>
        <w:t xml:space="preserve">, your share </w:t>
      </w:r>
      <w:r w:rsidR="00DF44FB" w:rsidRPr="0079607F">
        <w:rPr>
          <w:bCs/>
          <w:sz w:val="22"/>
          <w:szCs w:val="22"/>
        </w:rPr>
        <w:t xml:space="preserve">of the drawdown is </w:t>
      </w:r>
      <w:r w:rsidR="004B7183" w:rsidRPr="0079607F">
        <w:rPr>
          <w:bCs/>
          <w:sz w:val="22"/>
          <w:szCs w:val="22"/>
        </w:rPr>
        <w:t>$</w:t>
      </w:r>
      <w:r w:rsidR="009215DA">
        <w:rPr>
          <w:bCs/>
          <w:sz w:val="22"/>
          <w:szCs w:val="22"/>
        </w:rPr>
        <w:t>2,500,000</w:t>
      </w:r>
      <w:r w:rsidR="007659DF" w:rsidRPr="0079607F">
        <w:rPr>
          <w:bCs/>
          <w:sz w:val="22"/>
          <w:szCs w:val="22"/>
        </w:rPr>
        <w:t xml:space="preserve">. </w:t>
      </w:r>
      <w:r w:rsidR="00DF44FB" w:rsidRPr="0079607F">
        <w:rPr>
          <w:bCs/>
          <w:sz w:val="22"/>
          <w:szCs w:val="22"/>
        </w:rPr>
        <w:t xml:space="preserve">Your remaining capital commitment after this funding will be </w:t>
      </w:r>
      <w:r w:rsidR="004B7183" w:rsidRPr="0079607F">
        <w:rPr>
          <w:bCs/>
          <w:sz w:val="22"/>
          <w:szCs w:val="22"/>
        </w:rPr>
        <w:t>$</w:t>
      </w:r>
      <w:r w:rsidR="0079607F" w:rsidRPr="0079607F">
        <w:rPr>
          <w:bCs/>
          <w:sz w:val="22"/>
          <w:szCs w:val="22"/>
        </w:rPr>
        <w:t>22,500,000</w:t>
      </w:r>
      <w:r w:rsidR="00DF44FB" w:rsidRPr="0079607F">
        <w:rPr>
          <w:sz w:val="22"/>
          <w:szCs w:val="22"/>
        </w:rPr>
        <w:t>,</w:t>
      </w:r>
      <w:r w:rsidR="00DF44FB" w:rsidRPr="0079607F">
        <w:rPr>
          <w:bCs/>
          <w:sz w:val="22"/>
          <w:szCs w:val="22"/>
        </w:rPr>
        <w:t xml:space="preserve"> or </w:t>
      </w:r>
      <w:r w:rsidR="0079607F" w:rsidRPr="0079607F">
        <w:rPr>
          <w:bCs/>
          <w:sz w:val="22"/>
          <w:szCs w:val="22"/>
        </w:rPr>
        <w:t>90</w:t>
      </w:r>
      <w:r w:rsidR="00BD25B7">
        <w:rPr>
          <w:bCs/>
          <w:sz w:val="22"/>
          <w:szCs w:val="22"/>
        </w:rPr>
        <w:t>.0</w:t>
      </w:r>
      <w:r w:rsidR="00DF44FB" w:rsidRPr="0079607F">
        <w:rPr>
          <w:bCs/>
          <w:sz w:val="22"/>
          <w:szCs w:val="22"/>
        </w:rPr>
        <w:t>%.</w:t>
      </w:r>
      <w:r w:rsidR="00580CD2">
        <w:rPr>
          <w:bCs/>
          <w:sz w:val="22"/>
          <w:szCs w:val="22"/>
        </w:rPr>
        <w:t xml:space="preserve">  </w:t>
      </w:r>
    </w:p>
    <w:p w:rsidR="00DF44FB" w:rsidRPr="00DF44FB" w:rsidRDefault="00DF44FB" w:rsidP="00DF44FB">
      <w:pPr>
        <w:ind w:left="720" w:right="-180"/>
        <w:rPr>
          <w:bCs/>
          <w:sz w:val="22"/>
          <w:szCs w:val="22"/>
        </w:rPr>
      </w:pPr>
    </w:p>
    <w:p w:rsidR="00123650" w:rsidRPr="00DF44FB" w:rsidRDefault="00123650" w:rsidP="00123650">
      <w:pPr>
        <w:pStyle w:val="BodyText"/>
        <w:ind w:left="720"/>
        <w:rPr>
          <w:sz w:val="22"/>
          <w:szCs w:val="22"/>
        </w:rPr>
      </w:pPr>
      <w:r w:rsidRPr="00DF44FB">
        <w:rPr>
          <w:sz w:val="22"/>
          <w:szCs w:val="22"/>
        </w:rPr>
        <w:t xml:space="preserve">Funds should be sent to us by Federal funds wire transfer no later than 11:00 a.m., Los Angeles time on </w:t>
      </w:r>
      <w:r w:rsidR="0079607F">
        <w:rPr>
          <w:sz w:val="22"/>
          <w:szCs w:val="22"/>
        </w:rPr>
        <w:t>Thursday</w:t>
      </w:r>
      <w:r w:rsidR="00EE5F3F">
        <w:rPr>
          <w:sz w:val="22"/>
          <w:szCs w:val="22"/>
        </w:rPr>
        <w:t>, January</w:t>
      </w:r>
      <w:r>
        <w:rPr>
          <w:sz w:val="22"/>
          <w:szCs w:val="22"/>
        </w:rPr>
        <w:t xml:space="preserve"> </w:t>
      </w:r>
      <w:r w:rsidR="0079607F">
        <w:rPr>
          <w:sz w:val="22"/>
          <w:szCs w:val="22"/>
        </w:rPr>
        <w:t>23</w:t>
      </w:r>
      <w:r w:rsidR="00EE5F3F">
        <w:rPr>
          <w:sz w:val="22"/>
          <w:szCs w:val="22"/>
        </w:rPr>
        <w:t>, 2014</w:t>
      </w:r>
      <w:r w:rsidRPr="00DF44FB">
        <w:rPr>
          <w:sz w:val="22"/>
          <w:szCs w:val="22"/>
        </w:rPr>
        <w:t>, as follows:</w:t>
      </w:r>
    </w:p>
    <w:p w:rsidR="00123650" w:rsidRPr="00DF44FB" w:rsidRDefault="00123650" w:rsidP="00123650">
      <w:pPr>
        <w:pStyle w:val="BodyText"/>
        <w:rPr>
          <w:sz w:val="22"/>
          <w:szCs w:val="22"/>
        </w:rPr>
      </w:pPr>
    </w:p>
    <w:p w:rsidR="00D154D3" w:rsidRPr="00DF44FB" w:rsidRDefault="00D154D3" w:rsidP="00D154D3">
      <w:pPr>
        <w:snapToGrid w:val="0"/>
        <w:ind w:left="720"/>
        <w:rPr>
          <w:sz w:val="22"/>
          <w:szCs w:val="22"/>
        </w:rPr>
      </w:pPr>
      <w:r w:rsidRPr="00DF44FB">
        <w:rPr>
          <w:sz w:val="22"/>
          <w:szCs w:val="22"/>
        </w:rPr>
        <w:t>Bank of New York Mellon</w:t>
      </w:r>
    </w:p>
    <w:p w:rsidR="00D154D3" w:rsidRPr="00DF44FB" w:rsidRDefault="00D154D3" w:rsidP="00D154D3">
      <w:pPr>
        <w:snapToGrid w:val="0"/>
        <w:ind w:left="720"/>
        <w:rPr>
          <w:sz w:val="22"/>
          <w:szCs w:val="22"/>
        </w:rPr>
      </w:pPr>
      <w:r w:rsidRPr="00DF44FB">
        <w:rPr>
          <w:sz w:val="22"/>
          <w:szCs w:val="22"/>
        </w:rPr>
        <w:t>One Wall Street</w:t>
      </w:r>
    </w:p>
    <w:p w:rsidR="00D154D3" w:rsidRPr="00DF44FB" w:rsidRDefault="00D154D3" w:rsidP="00D154D3">
      <w:pPr>
        <w:snapToGrid w:val="0"/>
        <w:ind w:left="720"/>
        <w:rPr>
          <w:sz w:val="22"/>
          <w:szCs w:val="22"/>
        </w:rPr>
      </w:pPr>
      <w:r w:rsidRPr="00DF44FB">
        <w:rPr>
          <w:sz w:val="22"/>
          <w:szCs w:val="22"/>
        </w:rPr>
        <w:t>New York, NY 10005</w:t>
      </w:r>
    </w:p>
    <w:p w:rsidR="00D154D3" w:rsidRPr="00DF44FB" w:rsidRDefault="00D154D3" w:rsidP="00D154D3">
      <w:pPr>
        <w:snapToGrid w:val="0"/>
        <w:ind w:left="720"/>
        <w:rPr>
          <w:sz w:val="22"/>
          <w:szCs w:val="22"/>
        </w:rPr>
      </w:pPr>
      <w:r w:rsidRPr="00DF44FB">
        <w:rPr>
          <w:sz w:val="22"/>
          <w:szCs w:val="22"/>
        </w:rPr>
        <w:t>ABA #: 021000018</w:t>
      </w:r>
    </w:p>
    <w:p w:rsidR="00D154D3" w:rsidRPr="00DF44FB" w:rsidRDefault="00D154D3" w:rsidP="00D154D3">
      <w:pPr>
        <w:snapToGrid w:val="0"/>
        <w:ind w:left="720"/>
        <w:rPr>
          <w:sz w:val="22"/>
          <w:szCs w:val="22"/>
        </w:rPr>
      </w:pPr>
      <w:r w:rsidRPr="00DF44FB">
        <w:rPr>
          <w:sz w:val="22"/>
          <w:szCs w:val="22"/>
        </w:rPr>
        <w:t>Swift Code: IRVTUS3N</w:t>
      </w:r>
      <w:r w:rsidR="00626778">
        <w:rPr>
          <w:sz w:val="22"/>
          <w:szCs w:val="22"/>
        </w:rPr>
        <w:t>AMS</w:t>
      </w:r>
    </w:p>
    <w:p w:rsidR="00D154D3" w:rsidRPr="00DF44FB" w:rsidRDefault="00917A11" w:rsidP="00D154D3">
      <w:pPr>
        <w:snapToGrid w:val="0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For Account #: </w:t>
      </w:r>
      <w:r w:rsidR="001A521A">
        <w:rPr>
          <w:sz w:val="22"/>
          <w:szCs w:val="22"/>
        </w:rPr>
        <w:t>5253278400</w:t>
      </w:r>
    </w:p>
    <w:p w:rsidR="00123650" w:rsidRDefault="00D154D3" w:rsidP="00D154D3">
      <w:pPr>
        <w:snapToGrid w:val="0"/>
        <w:ind w:left="720"/>
        <w:rPr>
          <w:sz w:val="22"/>
          <w:szCs w:val="22"/>
        </w:rPr>
      </w:pPr>
      <w:r w:rsidRPr="00DF44FB">
        <w:rPr>
          <w:sz w:val="22"/>
          <w:szCs w:val="22"/>
        </w:rPr>
        <w:t>A</w:t>
      </w:r>
      <w:r w:rsidR="00AA666A">
        <w:rPr>
          <w:sz w:val="22"/>
          <w:szCs w:val="22"/>
        </w:rPr>
        <w:t xml:space="preserve">cct Name: </w:t>
      </w:r>
      <w:r w:rsidR="00123650" w:rsidRPr="00123650">
        <w:rPr>
          <w:sz w:val="22"/>
          <w:szCs w:val="22"/>
        </w:rPr>
        <w:t>Oaktree Emerging Market Debt Fund, L.P.</w:t>
      </w:r>
    </w:p>
    <w:p w:rsidR="00D154D3" w:rsidRPr="00DF44FB" w:rsidRDefault="00D154D3" w:rsidP="00D154D3">
      <w:pPr>
        <w:snapToGrid w:val="0"/>
        <w:ind w:left="720"/>
        <w:rPr>
          <w:sz w:val="22"/>
          <w:szCs w:val="22"/>
        </w:rPr>
      </w:pPr>
      <w:r w:rsidRPr="00DF44FB">
        <w:rPr>
          <w:sz w:val="22"/>
          <w:szCs w:val="22"/>
        </w:rPr>
        <w:t xml:space="preserve">Attention: </w:t>
      </w:r>
      <w:r w:rsidR="000D0F01" w:rsidRPr="00DF44FB">
        <w:rPr>
          <w:sz w:val="22"/>
          <w:szCs w:val="22"/>
        </w:rPr>
        <w:t>Veronica Salas (718) 315-3599</w:t>
      </w:r>
    </w:p>
    <w:p w:rsidR="00584A47" w:rsidRDefault="00584A47" w:rsidP="00584A47">
      <w:pPr>
        <w:pStyle w:val="BodyText"/>
        <w:ind w:left="720"/>
        <w:rPr>
          <w:sz w:val="22"/>
          <w:szCs w:val="22"/>
        </w:rPr>
      </w:pPr>
    </w:p>
    <w:p w:rsidR="00123650" w:rsidRDefault="00123650" w:rsidP="00584A47">
      <w:pPr>
        <w:pStyle w:val="BodyText"/>
        <w:ind w:left="720"/>
        <w:rPr>
          <w:sz w:val="22"/>
          <w:szCs w:val="22"/>
        </w:rPr>
      </w:pPr>
    </w:p>
    <w:p w:rsidR="00123650" w:rsidRPr="00DF44FB" w:rsidRDefault="00123650" w:rsidP="00584A47">
      <w:pPr>
        <w:pStyle w:val="BodyText"/>
        <w:ind w:left="720"/>
        <w:rPr>
          <w:sz w:val="22"/>
          <w:szCs w:val="22"/>
        </w:rPr>
      </w:pPr>
    </w:p>
    <w:p w:rsidR="00584A47" w:rsidRPr="00DF44FB" w:rsidRDefault="00584A47" w:rsidP="00584A47">
      <w:pPr>
        <w:ind w:left="720"/>
        <w:rPr>
          <w:sz w:val="22"/>
          <w:szCs w:val="22"/>
        </w:rPr>
      </w:pPr>
    </w:p>
    <w:p w:rsidR="00584A47" w:rsidRPr="00DF44FB" w:rsidRDefault="00D154D3" w:rsidP="00584A47">
      <w:pPr>
        <w:ind w:left="720"/>
        <w:rPr>
          <w:sz w:val="22"/>
          <w:szCs w:val="22"/>
        </w:rPr>
      </w:pPr>
      <w:r w:rsidRPr="00DF44FB"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462280</wp:posOffset>
            </wp:positionH>
            <wp:positionV relativeFrom="paragraph">
              <wp:posOffset>98425</wp:posOffset>
            </wp:positionV>
            <wp:extent cx="1371600" cy="523875"/>
            <wp:effectExtent l="0" t="0" r="0" b="0"/>
            <wp:wrapNone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t="60452" r="175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84A47" w:rsidRPr="00DF44FB">
        <w:rPr>
          <w:sz w:val="22"/>
          <w:szCs w:val="22"/>
        </w:rPr>
        <w:t>Yours very truly,</w:t>
      </w:r>
    </w:p>
    <w:p w:rsidR="002F5364" w:rsidRPr="003C4C29" w:rsidRDefault="002F5364" w:rsidP="00287386">
      <w:pPr>
        <w:ind w:left="720"/>
      </w:pPr>
    </w:p>
    <w:p w:rsidR="00E37306" w:rsidRDefault="00E37306" w:rsidP="008C51E8">
      <w:pPr>
        <w:ind w:left="720"/>
        <w:rPr>
          <w:sz w:val="22"/>
          <w:szCs w:val="22"/>
        </w:rPr>
      </w:pPr>
    </w:p>
    <w:p w:rsidR="00DE0EBD" w:rsidRDefault="00DE0EBD" w:rsidP="008C51E8">
      <w:pPr>
        <w:ind w:left="720"/>
        <w:rPr>
          <w:sz w:val="22"/>
          <w:szCs w:val="22"/>
        </w:rPr>
      </w:pPr>
    </w:p>
    <w:sectPr w:rsidR="00DE0EBD" w:rsidSect="00E37306">
      <w:headerReference w:type="default" r:id="rId9"/>
      <w:headerReference w:type="first" r:id="rId10"/>
      <w:pgSz w:w="12240" w:h="15840" w:code="1"/>
      <w:pgMar w:top="1440" w:right="1440" w:bottom="720" w:left="1267" w:header="1267" w:footer="720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5D26" w:rsidRDefault="009B5D26">
      <w:r>
        <w:separator/>
      </w:r>
    </w:p>
  </w:endnote>
  <w:endnote w:type="continuationSeparator" w:id="0">
    <w:p w:rsidR="009B5D26" w:rsidRDefault="009B5D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illage-Roman">
    <w:panose1 w:val="02000603070000020004"/>
    <w:charset w:val="00"/>
    <w:family w:val="auto"/>
    <w:pitch w:val="variable"/>
    <w:sig w:usb0="80000027" w:usb1="0000004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5D26" w:rsidRDefault="009B5D26">
      <w:r>
        <w:separator/>
      </w:r>
    </w:p>
  </w:footnote>
  <w:footnote w:type="continuationSeparator" w:id="0">
    <w:p w:rsidR="009B5D26" w:rsidRDefault="009B5D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D26" w:rsidRDefault="009B5D26">
    <w:pPr>
      <w:pStyle w:val="Header"/>
      <w:ind w:left="540"/>
      <w:rPr>
        <w:sz w:val="22"/>
        <w:szCs w:val="22"/>
      </w:rPr>
    </w:pPr>
    <w:r>
      <w:rPr>
        <w:sz w:val="22"/>
        <w:szCs w:val="22"/>
      </w:rPr>
      <w:t xml:space="preserve">Header Info </w:t>
    </w:r>
    <w:proofErr w:type="spellStart"/>
    <w:r>
      <w:rPr>
        <w:sz w:val="22"/>
        <w:szCs w:val="22"/>
      </w:rPr>
      <w:t>Here.</w:t>
    </w:r>
    <w:proofErr w:type="spellEnd"/>
    <w:r>
      <w:rPr>
        <w:sz w:val="22"/>
        <w:szCs w:val="22"/>
      </w:rPr>
      <w:t xml:space="preserve"> – 2</w:t>
    </w:r>
    <w:r>
      <w:rPr>
        <w:sz w:val="22"/>
        <w:szCs w:val="22"/>
        <w:vertAlign w:val="superscript"/>
      </w:rPr>
      <w:t>nd</w:t>
    </w:r>
    <w:r>
      <w:rPr>
        <w:sz w:val="22"/>
        <w:szCs w:val="22"/>
      </w:rPr>
      <w:t xml:space="preserve"> Quarter Letter 2007</w:t>
    </w:r>
  </w:p>
  <w:p w:rsidR="009B5D26" w:rsidRDefault="009B5D26">
    <w:pPr>
      <w:pStyle w:val="Header"/>
      <w:ind w:left="540"/>
      <w:rPr>
        <w:sz w:val="22"/>
        <w:szCs w:val="22"/>
      </w:rPr>
    </w:pPr>
    <w:smartTag w:uri="urn:schemas-microsoft-com:office:smarttags" w:element="date">
      <w:smartTagPr>
        <w:attr w:name="Month" w:val="7"/>
        <w:attr w:name="Day" w:val="30"/>
        <w:attr w:name="Year" w:val="2007"/>
      </w:smartTagPr>
      <w:r>
        <w:rPr>
          <w:sz w:val="22"/>
          <w:szCs w:val="22"/>
        </w:rPr>
        <w:t>July 30 2007</w:t>
      </w:r>
    </w:smartTag>
  </w:p>
  <w:p w:rsidR="009B5D26" w:rsidRDefault="009B5D26">
    <w:pPr>
      <w:pStyle w:val="Header"/>
      <w:ind w:left="540"/>
      <w:rPr>
        <w:rStyle w:val="PageNumber"/>
        <w:sz w:val="22"/>
        <w:szCs w:val="22"/>
      </w:rPr>
    </w:pPr>
    <w:r>
      <w:rPr>
        <w:sz w:val="22"/>
        <w:szCs w:val="22"/>
      </w:rPr>
      <w:t xml:space="preserve">Page </w:t>
    </w:r>
    <w:r w:rsidR="002813AD">
      <w:rPr>
        <w:rStyle w:val="PageNumber"/>
        <w:sz w:val="22"/>
        <w:szCs w:val="22"/>
      </w:rPr>
      <w:fldChar w:fldCharType="begin"/>
    </w:r>
    <w:r>
      <w:rPr>
        <w:rStyle w:val="PageNumber"/>
        <w:sz w:val="22"/>
        <w:szCs w:val="22"/>
      </w:rPr>
      <w:instrText xml:space="preserve"> PAGE </w:instrText>
    </w:r>
    <w:r w:rsidR="002813AD">
      <w:rPr>
        <w:rStyle w:val="PageNumber"/>
        <w:sz w:val="22"/>
        <w:szCs w:val="22"/>
      </w:rPr>
      <w:fldChar w:fldCharType="separate"/>
    </w:r>
    <w:r>
      <w:rPr>
        <w:rStyle w:val="PageNumber"/>
        <w:noProof/>
        <w:sz w:val="22"/>
        <w:szCs w:val="22"/>
      </w:rPr>
      <w:t>2</w:t>
    </w:r>
    <w:r w:rsidR="002813AD">
      <w:rPr>
        <w:rStyle w:val="PageNumber"/>
        <w:sz w:val="22"/>
        <w:szCs w:val="22"/>
      </w:rPr>
      <w:fldChar w:fldCharType="end"/>
    </w:r>
  </w:p>
  <w:p w:rsidR="009B5D26" w:rsidRDefault="009B5D26">
    <w:pPr>
      <w:pStyle w:val="Header"/>
      <w:ind w:left="540"/>
      <w:rPr>
        <w:rStyle w:val="PageNumber"/>
        <w:sz w:val="22"/>
        <w:szCs w:val="22"/>
      </w:rPr>
    </w:pPr>
  </w:p>
  <w:p w:rsidR="009B5D26" w:rsidRPr="00194D0A" w:rsidRDefault="009B5D26">
    <w:pPr>
      <w:pStyle w:val="Header"/>
      <w:ind w:left="-180"/>
      <w:rPr>
        <w:szCs w:val="1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D26" w:rsidRPr="00287AE5" w:rsidRDefault="002813AD" w:rsidP="00906886">
    <w:pPr>
      <w:pStyle w:val="Header"/>
      <w:ind w:left="-360"/>
      <w:rPr>
        <w:sz w:val="16"/>
        <w:szCs w:val="16"/>
      </w:rPr>
    </w:pPr>
    <w:r w:rsidRPr="002813AD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342pt;margin-top:-6.75pt;width:171.4pt;height:99pt;z-index:251657728" filled="f" stroked="f">
          <v:textbox style="mso-next-textbox:#_x0000_s2051">
            <w:txbxContent>
              <w:p w:rsidR="009B5D26" w:rsidRPr="002C70FD" w:rsidRDefault="009B5D26" w:rsidP="002C70FD">
                <w:pPr>
                  <w:tabs>
                    <w:tab w:val="left" w:pos="3045"/>
                  </w:tabs>
                  <w:ind w:firstLine="187"/>
                  <w:rPr>
                    <w:rFonts w:ascii="Village-Roman" w:eastAsia="Batang" w:hAnsi="Village-Roman"/>
                    <w:color w:val="4D4D4D"/>
                    <w:spacing w:val="-2"/>
                    <w:sz w:val="17"/>
                    <w:szCs w:val="17"/>
                  </w:rPr>
                </w:pPr>
                <w:r w:rsidRPr="002C70FD">
                  <w:rPr>
                    <w:rFonts w:ascii="Village-Roman" w:eastAsia="Batang" w:hAnsi="Village-Roman"/>
                    <w:color w:val="4D4D4D"/>
                    <w:spacing w:val="2"/>
                    <w:sz w:val="17"/>
                    <w:szCs w:val="17"/>
                  </w:rPr>
                  <w:t>O</w:t>
                </w:r>
                <w:r w:rsidRPr="002C70FD">
                  <w:rPr>
                    <w:rFonts w:ascii="Village-Roman" w:eastAsia="Batang" w:hAnsi="Village-Roman"/>
                    <w:color w:val="4D4D4D"/>
                    <w:spacing w:val="-2"/>
                    <w:sz w:val="17"/>
                    <w:szCs w:val="17"/>
                  </w:rPr>
                  <w:t xml:space="preserve">aktree </w:t>
                </w:r>
                <w:r w:rsidRPr="002C70FD">
                  <w:rPr>
                    <w:rFonts w:ascii="Village-Roman" w:eastAsia="Batang" w:hAnsi="Village-Roman"/>
                    <w:color w:val="4D4D4D"/>
                    <w:spacing w:val="2"/>
                    <w:sz w:val="17"/>
                    <w:szCs w:val="17"/>
                  </w:rPr>
                  <w:t>C</w:t>
                </w:r>
                <w:r w:rsidRPr="002C70FD">
                  <w:rPr>
                    <w:rFonts w:ascii="Village-Roman" w:eastAsia="Batang" w:hAnsi="Village-Roman"/>
                    <w:color w:val="4D4D4D"/>
                    <w:spacing w:val="-2"/>
                    <w:sz w:val="17"/>
                    <w:szCs w:val="17"/>
                  </w:rPr>
                  <w:t xml:space="preserve">apital </w:t>
                </w:r>
                <w:r w:rsidRPr="002C70FD">
                  <w:rPr>
                    <w:rFonts w:ascii="Village-Roman" w:eastAsia="Batang" w:hAnsi="Village-Roman"/>
                    <w:color w:val="4D4D4D"/>
                    <w:spacing w:val="8"/>
                    <w:sz w:val="17"/>
                    <w:szCs w:val="17"/>
                  </w:rPr>
                  <w:t>M</w:t>
                </w:r>
                <w:r w:rsidRPr="002C70FD">
                  <w:rPr>
                    <w:rFonts w:ascii="Village-Roman" w:eastAsia="Batang" w:hAnsi="Village-Roman"/>
                    <w:color w:val="4D4D4D"/>
                    <w:spacing w:val="-2"/>
                    <w:sz w:val="17"/>
                    <w:szCs w:val="17"/>
                  </w:rPr>
                  <w:t>anagement, L.P.</w:t>
                </w:r>
              </w:p>
              <w:p w:rsidR="009B5D26" w:rsidRPr="002C70FD" w:rsidRDefault="009B5D26" w:rsidP="002C70FD">
                <w:pPr>
                  <w:ind w:firstLine="187"/>
                  <w:rPr>
                    <w:rFonts w:ascii="Village-Roman" w:eastAsia="Batang" w:hAnsi="Village-Roman"/>
                    <w:color w:val="4D4D4D"/>
                    <w:spacing w:val="-6"/>
                    <w:sz w:val="17"/>
                    <w:szCs w:val="17"/>
                  </w:rPr>
                </w:pPr>
                <w:r w:rsidRPr="002C70FD">
                  <w:rPr>
                    <w:rFonts w:ascii="Village-Roman" w:eastAsia="Batang" w:hAnsi="Village-Roman"/>
                    <w:color w:val="4D4D4D"/>
                    <w:spacing w:val="-6"/>
                    <w:position w:val="-2"/>
                    <w:sz w:val="17"/>
                    <w:szCs w:val="17"/>
                  </w:rPr>
                  <w:t>333</w:t>
                </w:r>
                <w:r w:rsidRPr="002C70FD">
                  <w:rPr>
                    <w:rFonts w:ascii="Village-Roman" w:eastAsia="Batang" w:hAnsi="Village-Roman"/>
                    <w:color w:val="4D4D4D"/>
                    <w:spacing w:val="-6"/>
                    <w:sz w:val="17"/>
                    <w:szCs w:val="17"/>
                  </w:rPr>
                  <w:t xml:space="preserve"> South Grand Avenue, 28</w:t>
                </w:r>
                <w:r w:rsidRPr="002C70FD">
                  <w:rPr>
                    <w:rFonts w:ascii="Village-Roman" w:eastAsia="Batang" w:hAnsi="Village-Roman"/>
                    <w:i/>
                    <w:color w:val="4D4D4D"/>
                    <w:spacing w:val="-6"/>
                    <w:sz w:val="17"/>
                    <w:szCs w:val="17"/>
                  </w:rPr>
                  <w:t>t</w:t>
                </w:r>
                <w:r w:rsidRPr="002C70FD">
                  <w:rPr>
                    <w:rFonts w:ascii="Village-Roman" w:eastAsia="Batang" w:hAnsi="Village-Roman"/>
                    <w:i/>
                    <w:color w:val="4D4D4D"/>
                    <w:sz w:val="17"/>
                    <w:szCs w:val="17"/>
                  </w:rPr>
                  <w:t>h floor</w:t>
                </w:r>
              </w:p>
              <w:p w:rsidR="009B5D26" w:rsidRPr="002C70FD" w:rsidRDefault="009B5D26" w:rsidP="002C70FD">
                <w:pPr>
                  <w:ind w:right="-120" w:firstLine="187"/>
                  <w:rPr>
                    <w:rFonts w:ascii="Village-Roman" w:eastAsia="Batang" w:hAnsi="Village-Roman"/>
                    <w:color w:val="4D4D4D"/>
                    <w:spacing w:val="-6"/>
                    <w:position w:val="4"/>
                    <w:sz w:val="17"/>
                    <w:szCs w:val="17"/>
                  </w:rPr>
                </w:pPr>
                <w:r w:rsidRPr="002C70FD">
                  <w:rPr>
                    <w:rFonts w:ascii="Village-Roman" w:eastAsia="Batang" w:hAnsi="Village-Roman"/>
                    <w:color w:val="4D4D4D"/>
                    <w:spacing w:val="-6"/>
                    <w:position w:val="6"/>
                    <w:sz w:val="17"/>
                    <w:szCs w:val="17"/>
                  </w:rPr>
                  <w:t xml:space="preserve">Los Angeles, </w:t>
                </w:r>
                <w:proofErr w:type="gramStart"/>
                <w:r w:rsidRPr="002C70FD">
                  <w:rPr>
                    <w:rFonts w:ascii="Village-Roman" w:eastAsia="Batang" w:hAnsi="Village-Roman"/>
                    <w:color w:val="4D4D4D"/>
                    <w:spacing w:val="-6"/>
                    <w:position w:val="6"/>
                    <w:sz w:val="17"/>
                    <w:szCs w:val="17"/>
                  </w:rPr>
                  <w:t>CA</w:t>
                </w:r>
                <w:r w:rsidRPr="002C70FD">
                  <w:rPr>
                    <w:rFonts w:ascii="Village-Roman" w:eastAsia="Batang" w:hAnsi="Village-Roman"/>
                    <w:color w:val="4D4D4D"/>
                    <w:spacing w:val="-6"/>
                    <w:sz w:val="17"/>
                    <w:szCs w:val="17"/>
                  </w:rPr>
                  <w:t xml:space="preserve">  </w:t>
                </w:r>
                <w:r w:rsidRPr="002C70FD">
                  <w:rPr>
                    <w:rFonts w:ascii="Village-Roman" w:eastAsia="Batang" w:hAnsi="Village-Roman"/>
                    <w:color w:val="4D4D4D"/>
                    <w:spacing w:val="-6"/>
                    <w:position w:val="2"/>
                    <w:sz w:val="17"/>
                    <w:szCs w:val="17"/>
                  </w:rPr>
                  <w:t>9</w:t>
                </w:r>
                <w:proofErr w:type="spellStart"/>
                <w:r w:rsidRPr="002C70FD">
                  <w:rPr>
                    <w:rFonts w:ascii="Village-Roman" w:eastAsia="Batang" w:hAnsi="Village-Roman"/>
                    <w:color w:val="4D4D4D"/>
                    <w:spacing w:val="-6"/>
                    <w:position w:val="4"/>
                    <w:sz w:val="17"/>
                    <w:szCs w:val="17"/>
                  </w:rPr>
                  <w:t>oo</w:t>
                </w:r>
                <w:proofErr w:type="spellEnd"/>
                <w:r w:rsidRPr="002C70FD">
                  <w:rPr>
                    <w:rFonts w:ascii="Village-Roman" w:eastAsia="Batang" w:hAnsi="Village-Roman"/>
                    <w:color w:val="4D4D4D"/>
                    <w:spacing w:val="-6"/>
                    <w:position w:val="2"/>
                    <w:sz w:val="17"/>
                    <w:szCs w:val="17"/>
                  </w:rPr>
                  <w:t>7</w:t>
                </w:r>
                <w:r w:rsidRPr="002C70FD">
                  <w:rPr>
                    <w:rFonts w:ascii="Village-Roman" w:eastAsia="Batang" w:hAnsi="Village-Roman"/>
                    <w:color w:val="4D4D4D"/>
                    <w:spacing w:val="-6"/>
                    <w:position w:val="4"/>
                    <w:sz w:val="17"/>
                    <w:szCs w:val="17"/>
                  </w:rPr>
                  <w:t>1</w:t>
                </w:r>
                <w:proofErr w:type="gramEnd"/>
              </w:p>
              <w:p w:rsidR="009B5D26" w:rsidRPr="002C70FD" w:rsidRDefault="009B5D26" w:rsidP="002C70FD">
                <w:pPr>
                  <w:ind w:right="-120" w:firstLine="187"/>
                  <w:rPr>
                    <w:sz w:val="17"/>
                    <w:szCs w:val="17"/>
                  </w:rPr>
                </w:pPr>
                <w:proofErr w:type="gramStart"/>
                <w:r w:rsidRPr="002C70FD">
                  <w:rPr>
                    <w:rFonts w:ascii="Village-Roman" w:eastAsia="Batang" w:hAnsi="Village-Roman"/>
                    <w:i/>
                    <w:color w:val="4D4D4D"/>
                    <w:spacing w:val="-6"/>
                    <w:position w:val="4"/>
                    <w:sz w:val="17"/>
                    <w:szCs w:val="17"/>
                  </w:rPr>
                  <w:t>p</w:t>
                </w:r>
                <w:proofErr w:type="gramEnd"/>
                <w:r w:rsidRPr="002C70FD">
                  <w:rPr>
                    <w:rFonts w:ascii="Village-Roman" w:eastAsia="Batang" w:hAnsi="Village-Roman"/>
                    <w:color w:val="4D4D4D"/>
                    <w:spacing w:val="-6"/>
                    <w:position w:val="4"/>
                    <w:sz w:val="17"/>
                    <w:szCs w:val="17"/>
                  </w:rPr>
                  <w:t xml:space="preserve"> 213 830-6232     </w:t>
                </w:r>
                <w:r w:rsidRPr="002C70FD">
                  <w:rPr>
                    <w:rFonts w:ascii="Village-Roman" w:eastAsia="Batang" w:hAnsi="Village-Roman"/>
                    <w:i/>
                    <w:color w:val="4D4D4D"/>
                    <w:spacing w:val="-6"/>
                    <w:position w:val="4"/>
                    <w:sz w:val="17"/>
                    <w:szCs w:val="17"/>
                  </w:rPr>
                  <w:t>f</w:t>
                </w:r>
                <w:r w:rsidRPr="002C70FD">
                  <w:rPr>
                    <w:rFonts w:ascii="Village-Roman" w:eastAsia="Batang" w:hAnsi="Village-Roman"/>
                    <w:color w:val="4D4D4D"/>
                    <w:spacing w:val="-6"/>
                    <w:position w:val="4"/>
                    <w:sz w:val="17"/>
                    <w:szCs w:val="17"/>
                  </w:rPr>
                  <w:t xml:space="preserve"> 213 830-6294</w:t>
                </w:r>
              </w:p>
              <w:p w:rsidR="009B5D26" w:rsidRPr="002C70FD" w:rsidRDefault="009B5D26" w:rsidP="002C70FD">
                <w:pPr>
                  <w:ind w:right="-120" w:firstLine="187"/>
                  <w:rPr>
                    <w:sz w:val="17"/>
                    <w:szCs w:val="17"/>
                  </w:rPr>
                </w:pPr>
                <w:r w:rsidRPr="002C70FD">
                  <w:rPr>
                    <w:rFonts w:ascii="Village-Roman" w:eastAsia="Batang" w:hAnsi="Village-Roman"/>
                    <w:color w:val="4D4D4D"/>
                    <w:spacing w:val="4"/>
                    <w:sz w:val="17"/>
                    <w:szCs w:val="17"/>
                  </w:rPr>
                  <w:t>mcarlisle@oaktreecapital.com</w:t>
                </w:r>
              </w:p>
              <w:p w:rsidR="009B5D26" w:rsidRDefault="009B5D26" w:rsidP="00304E18">
                <w:pPr>
                  <w:ind w:left="180" w:firstLine="180"/>
                  <w:rPr>
                    <w:rFonts w:ascii="Village-Roman" w:hAnsi="Village-Roman"/>
                    <w:sz w:val="18"/>
                    <w:szCs w:val="18"/>
                  </w:rPr>
                </w:pPr>
              </w:p>
              <w:p w:rsidR="009B5D26" w:rsidRPr="004B0FE4" w:rsidRDefault="009B5D26" w:rsidP="00304E18">
                <w:pPr>
                  <w:ind w:left="180" w:firstLine="180"/>
                  <w:rPr>
                    <w:rFonts w:ascii="Village-Roman" w:hAnsi="Village-Roman"/>
                    <w:sz w:val="18"/>
                    <w:szCs w:val="18"/>
                  </w:rPr>
                </w:pPr>
              </w:p>
            </w:txbxContent>
          </v:textbox>
        </v:shape>
      </w:pict>
    </w:r>
    <w:r w:rsidR="009B5D26">
      <w:rPr>
        <w:noProof/>
        <w:sz w:val="16"/>
        <w:szCs w:val="16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-342900</wp:posOffset>
          </wp:positionH>
          <wp:positionV relativeFrom="paragraph">
            <wp:posOffset>-167005</wp:posOffset>
          </wp:positionV>
          <wp:extent cx="2057400" cy="541020"/>
          <wp:effectExtent l="19050" t="0" r="0" b="0"/>
          <wp:wrapTight wrapText="bothSides">
            <wp:wrapPolygon edited="0">
              <wp:start x="-200" y="0"/>
              <wp:lineTo x="-200" y="20535"/>
              <wp:lineTo x="21600" y="20535"/>
              <wp:lineTo x="21600" y="0"/>
              <wp:lineTo x="-200" y="0"/>
            </wp:wrapPolygon>
          </wp:wrapTight>
          <wp:docPr id="2" name="Picture 2" descr="Full Color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ull Color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41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B5D26" w:rsidRPr="002D7CFC" w:rsidRDefault="009B5D26">
    <w:pPr>
      <w:pStyle w:val="Header"/>
      <w:ind w:left="-360"/>
      <w:rPr>
        <w:sz w:val="12"/>
        <w:szCs w:val="12"/>
      </w:rPr>
    </w:pPr>
    <w:r>
      <w:t xml:space="preserve"> </w:t>
    </w:r>
  </w:p>
  <w:p w:rsidR="009B5D26" w:rsidRDefault="009B5D26">
    <w:pPr>
      <w:pStyle w:val="Header"/>
    </w:pPr>
  </w:p>
  <w:p w:rsidR="009B5D26" w:rsidRDefault="009B5D26">
    <w:pPr>
      <w:pStyle w:val="Header"/>
    </w:pPr>
  </w:p>
  <w:p w:rsidR="009B5D26" w:rsidRDefault="002813AD">
    <w:pPr>
      <w:pStyle w:val="Header"/>
    </w:pPr>
    <w:r>
      <w:rPr>
        <w:noProof/>
      </w:rPr>
      <w:pict>
        <v:shape id="_x0000_s2052" type="#_x0000_t202" style="position:absolute;margin-left:28.5pt;margin-top:1.3pt;width:105.9pt;height:36pt;z-index:-251657728" wrapcoords="0 0" filled="f" stroked="f">
          <v:textbox style="mso-next-textbox:#_x0000_s2052">
            <w:txbxContent>
              <w:p w:rsidR="009B5D26" w:rsidRPr="004517EF" w:rsidRDefault="009B5D26" w:rsidP="00E741AD">
                <w:pPr>
                  <w:rPr>
                    <w:rFonts w:ascii="Village-Roman" w:hAnsi="Village-Roman"/>
                    <w:i/>
                    <w:color w:val="008265"/>
                    <w:sz w:val="20"/>
                    <w:szCs w:val="20"/>
                  </w:rPr>
                </w:pPr>
                <w:r w:rsidRPr="004517EF">
                  <w:rPr>
                    <w:rFonts w:ascii="Village-Roman" w:hAnsi="Village-Roman"/>
                    <w:color w:val="008265"/>
                    <w:sz w:val="20"/>
                    <w:szCs w:val="20"/>
                  </w:rPr>
                  <w:t>Mel Carlisle</w:t>
                </w:r>
              </w:p>
              <w:p w:rsidR="009B5D26" w:rsidRPr="00304E18" w:rsidRDefault="009B5D26" w:rsidP="00E741AD">
                <w:pPr>
                  <w:rPr>
                    <w:rFonts w:ascii="Village-Roman" w:hAnsi="Village-Roman"/>
                    <w:color w:val="333333"/>
                    <w:sz w:val="22"/>
                    <w:szCs w:val="22"/>
                  </w:rPr>
                </w:pPr>
                <w:r>
                  <w:rPr>
                    <w:rFonts w:ascii="Village-Roman" w:hAnsi="Village-Roman"/>
                    <w:i/>
                    <w:color w:val="333333"/>
                    <w:sz w:val="18"/>
                    <w:szCs w:val="18"/>
                  </w:rPr>
                  <w:t>Managing Director</w:t>
                </w:r>
              </w:p>
            </w:txbxContent>
          </v:textbox>
          <w10:wrap type="tight"/>
        </v:shape>
      </w:pict>
    </w:r>
  </w:p>
  <w:p w:rsidR="009B5D26" w:rsidRDefault="009B5D26">
    <w:pPr>
      <w:pStyle w:val="Header"/>
    </w:pPr>
  </w:p>
  <w:p w:rsidR="009B5D26" w:rsidRDefault="009B5D26">
    <w:pPr>
      <w:pStyle w:val="Header"/>
    </w:pPr>
  </w:p>
  <w:p w:rsidR="009B5D26" w:rsidRDefault="009B5D26">
    <w:pPr>
      <w:pStyle w:val="Header"/>
    </w:pPr>
  </w:p>
  <w:p w:rsidR="009B5D26" w:rsidRPr="00AA183D" w:rsidRDefault="009B5D26">
    <w:pPr>
      <w:pStyle w:val="Header"/>
      <w:rPr>
        <w:sz w:val="14"/>
        <w:szCs w:val="14"/>
        <w:lang w:val="pt-B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C6841"/>
    <w:multiLevelType w:val="hybridMultilevel"/>
    <w:tmpl w:val="FEC69C20"/>
    <w:lvl w:ilvl="0" w:tplc="B9BE2E7E">
      <w:start w:val="1"/>
      <w:numFmt w:val="upp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E3705D8"/>
    <w:multiLevelType w:val="hybridMultilevel"/>
    <w:tmpl w:val="A24E387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37824C5"/>
    <w:multiLevelType w:val="hybridMultilevel"/>
    <w:tmpl w:val="90DA934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A932120"/>
    <w:multiLevelType w:val="hybridMultilevel"/>
    <w:tmpl w:val="E272F5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6C61BE"/>
    <w:multiLevelType w:val="hybridMultilevel"/>
    <w:tmpl w:val="DEC84E2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39B190A"/>
    <w:multiLevelType w:val="hybridMultilevel"/>
    <w:tmpl w:val="7D965AF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2B6B5086"/>
    <w:multiLevelType w:val="hybridMultilevel"/>
    <w:tmpl w:val="E09A3136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7">
    <w:nsid w:val="2BEE7D24"/>
    <w:multiLevelType w:val="hybridMultilevel"/>
    <w:tmpl w:val="F3DCF1AC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8">
    <w:nsid w:val="2E400599"/>
    <w:multiLevelType w:val="hybridMultilevel"/>
    <w:tmpl w:val="9670E31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9">
    <w:nsid w:val="30101BFB"/>
    <w:multiLevelType w:val="hybridMultilevel"/>
    <w:tmpl w:val="55CCE020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34AE2E38"/>
    <w:multiLevelType w:val="hybridMultilevel"/>
    <w:tmpl w:val="924862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B07490C"/>
    <w:multiLevelType w:val="hybridMultilevel"/>
    <w:tmpl w:val="B46E8F1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619E288C"/>
    <w:multiLevelType w:val="hybridMultilevel"/>
    <w:tmpl w:val="754A37A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78813B52"/>
    <w:multiLevelType w:val="hybridMultilevel"/>
    <w:tmpl w:val="043A5F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12"/>
  </w:num>
  <w:num w:numId="3">
    <w:abstractNumId w:val="3"/>
  </w:num>
  <w:num w:numId="4">
    <w:abstractNumId w:val="10"/>
  </w:num>
  <w:num w:numId="5">
    <w:abstractNumId w:val="2"/>
  </w:num>
  <w:num w:numId="6">
    <w:abstractNumId w:val="7"/>
  </w:num>
  <w:num w:numId="7">
    <w:abstractNumId w:val="6"/>
  </w:num>
  <w:num w:numId="8">
    <w:abstractNumId w:val="11"/>
  </w:num>
  <w:num w:numId="9">
    <w:abstractNumId w:val="8"/>
  </w:num>
  <w:num w:numId="10">
    <w:abstractNumId w:val="13"/>
  </w:num>
  <w:num w:numId="11">
    <w:abstractNumId w:val="4"/>
  </w:num>
  <w:num w:numId="12">
    <w:abstractNumId w:val="0"/>
  </w:num>
  <w:num w:numId="13">
    <w:abstractNumId w:val="5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2401B"/>
    <w:rsid w:val="00007A46"/>
    <w:rsid w:val="00013590"/>
    <w:rsid w:val="00022B59"/>
    <w:rsid w:val="000248F8"/>
    <w:rsid w:val="0003615A"/>
    <w:rsid w:val="00040951"/>
    <w:rsid w:val="00044114"/>
    <w:rsid w:val="00052B39"/>
    <w:rsid w:val="00060796"/>
    <w:rsid w:val="0009330A"/>
    <w:rsid w:val="000A1FCB"/>
    <w:rsid w:val="000A23AC"/>
    <w:rsid w:val="000D0F01"/>
    <w:rsid w:val="00107306"/>
    <w:rsid w:val="00117684"/>
    <w:rsid w:val="0012007A"/>
    <w:rsid w:val="00121D89"/>
    <w:rsid w:val="00123650"/>
    <w:rsid w:val="0012401B"/>
    <w:rsid w:val="001303DC"/>
    <w:rsid w:val="00130D5F"/>
    <w:rsid w:val="0013525C"/>
    <w:rsid w:val="001360F3"/>
    <w:rsid w:val="0014202A"/>
    <w:rsid w:val="00152C88"/>
    <w:rsid w:val="00156784"/>
    <w:rsid w:val="00157323"/>
    <w:rsid w:val="00165C94"/>
    <w:rsid w:val="001822F1"/>
    <w:rsid w:val="001866A0"/>
    <w:rsid w:val="00186BF5"/>
    <w:rsid w:val="00192F5D"/>
    <w:rsid w:val="00193F00"/>
    <w:rsid w:val="001A24E4"/>
    <w:rsid w:val="001A521A"/>
    <w:rsid w:val="001A7810"/>
    <w:rsid w:val="001B3D61"/>
    <w:rsid w:val="001D090C"/>
    <w:rsid w:val="001D63B3"/>
    <w:rsid w:val="001D66E8"/>
    <w:rsid w:val="001E27BA"/>
    <w:rsid w:val="001F1CB1"/>
    <w:rsid w:val="001F46D9"/>
    <w:rsid w:val="00202BA2"/>
    <w:rsid w:val="00210B43"/>
    <w:rsid w:val="002154AF"/>
    <w:rsid w:val="00247B38"/>
    <w:rsid w:val="0025025E"/>
    <w:rsid w:val="00261C3E"/>
    <w:rsid w:val="002813AD"/>
    <w:rsid w:val="00287386"/>
    <w:rsid w:val="00295C6D"/>
    <w:rsid w:val="002A3378"/>
    <w:rsid w:val="002A44BC"/>
    <w:rsid w:val="002B12C3"/>
    <w:rsid w:val="002C70FD"/>
    <w:rsid w:val="002D176F"/>
    <w:rsid w:val="002D724B"/>
    <w:rsid w:val="002F5364"/>
    <w:rsid w:val="002F6F80"/>
    <w:rsid w:val="00301EFB"/>
    <w:rsid w:val="00304E18"/>
    <w:rsid w:val="0030675A"/>
    <w:rsid w:val="00313DBC"/>
    <w:rsid w:val="00315232"/>
    <w:rsid w:val="00316D4B"/>
    <w:rsid w:val="00330D03"/>
    <w:rsid w:val="00343D1F"/>
    <w:rsid w:val="00350BD7"/>
    <w:rsid w:val="00352549"/>
    <w:rsid w:val="003636F4"/>
    <w:rsid w:val="00364BD8"/>
    <w:rsid w:val="00377B91"/>
    <w:rsid w:val="00391B07"/>
    <w:rsid w:val="003A668D"/>
    <w:rsid w:val="003A7084"/>
    <w:rsid w:val="003B11A9"/>
    <w:rsid w:val="003D503D"/>
    <w:rsid w:val="003E49D9"/>
    <w:rsid w:val="003F34D6"/>
    <w:rsid w:val="00427F5B"/>
    <w:rsid w:val="004517EF"/>
    <w:rsid w:val="0045562D"/>
    <w:rsid w:val="00477C34"/>
    <w:rsid w:val="00480A53"/>
    <w:rsid w:val="00490BB7"/>
    <w:rsid w:val="0049136E"/>
    <w:rsid w:val="00494DCB"/>
    <w:rsid w:val="004A179A"/>
    <w:rsid w:val="004A2B48"/>
    <w:rsid w:val="004A7CE6"/>
    <w:rsid w:val="004B0FE4"/>
    <w:rsid w:val="004B7183"/>
    <w:rsid w:val="004C25A5"/>
    <w:rsid w:val="004C5832"/>
    <w:rsid w:val="004E5C03"/>
    <w:rsid w:val="004E6C43"/>
    <w:rsid w:val="004F038D"/>
    <w:rsid w:val="004F086A"/>
    <w:rsid w:val="004F5E8D"/>
    <w:rsid w:val="00511209"/>
    <w:rsid w:val="005161A7"/>
    <w:rsid w:val="00525A47"/>
    <w:rsid w:val="00525E64"/>
    <w:rsid w:val="005272D1"/>
    <w:rsid w:val="00531E29"/>
    <w:rsid w:val="00553592"/>
    <w:rsid w:val="0055584C"/>
    <w:rsid w:val="00556745"/>
    <w:rsid w:val="00556925"/>
    <w:rsid w:val="00580CD2"/>
    <w:rsid w:val="00584A47"/>
    <w:rsid w:val="0058609D"/>
    <w:rsid w:val="00586DEF"/>
    <w:rsid w:val="0058720B"/>
    <w:rsid w:val="005E1882"/>
    <w:rsid w:val="005E5854"/>
    <w:rsid w:val="005E7B5D"/>
    <w:rsid w:val="005F1BB8"/>
    <w:rsid w:val="0061130D"/>
    <w:rsid w:val="00626778"/>
    <w:rsid w:val="00640351"/>
    <w:rsid w:val="006419D9"/>
    <w:rsid w:val="0064636E"/>
    <w:rsid w:val="00647FD6"/>
    <w:rsid w:val="006542BD"/>
    <w:rsid w:val="006679C1"/>
    <w:rsid w:val="006739B5"/>
    <w:rsid w:val="006862D5"/>
    <w:rsid w:val="006B12E6"/>
    <w:rsid w:val="006E281D"/>
    <w:rsid w:val="00716762"/>
    <w:rsid w:val="0073739A"/>
    <w:rsid w:val="00752142"/>
    <w:rsid w:val="007659DF"/>
    <w:rsid w:val="00781E02"/>
    <w:rsid w:val="007836F9"/>
    <w:rsid w:val="00786874"/>
    <w:rsid w:val="0079607F"/>
    <w:rsid w:val="007A4B2F"/>
    <w:rsid w:val="007A670E"/>
    <w:rsid w:val="007A78C7"/>
    <w:rsid w:val="007B3660"/>
    <w:rsid w:val="007B52F8"/>
    <w:rsid w:val="007C1043"/>
    <w:rsid w:val="007F2D85"/>
    <w:rsid w:val="008124AD"/>
    <w:rsid w:val="008204D6"/>
    <w:rsid w:val="00824430"/>
    <w:rsid w:val="00841F8F"/>
    <w:rsid w:val="00850B6C"/>
    <w:rsid w:val="00856F52"/>
    <w:rsid w:val="0086392F"/>
    <w:rsid w:val="008664C9"/>
    <w:rsid w:val="00873450"/>
    <w:rsid w:val="008747E7"/>
    <w:rsid w:val="00886568"/>
    <w:rsid w:val="00894E7A"/>
    <w:rsid w:val="008C51E8"/>
    <w:rsid w:val="008E438E"/>
    <w:rsid w:val="008F6DCB"/>
    <w:rsid w:val="00906886"/>
    <w:rsid w:val="009127B2"/>
    <w:rsid w:val="00917A11"/>
    <w:rsid w:val="009215DA"/>
    <w:rsid w:val="009235E2"/>
    <w:rsid w:val="00940F30"/>
    <w:rsid w:val="009473CA"/>
    <w:rsid w:val="00954596"/>
    <w:rsid w:val="00964A98"/>
    <w:rsid w:val="009672D3"/>
    <w:rsid w:val="00972BA4"/>
    <w:rsid w:val="00973F40"/>
    <w:rsid w:val="00982C0A"/>
    <w:rsid w:val="009871C4"/>
    <w:rsid w:val="009879EA"/>
    <w:rsid w:val="009921DB"/>
    <w:rsid w:val="009A13EE"/>
    <w:rsid w:val="009B4916"/>
    <w:rsid w:val="009B5D26"/>
    <w:rsid w:val="009C155D"/>
    <w:rsid w:val="009C22B0"/>
    <w:rsid w:val="009E64E1"/>
    <w:rsid w:val="00A30ADF"/>
    <w:rsid w:val="00A31729"/>
    <w:rsid w:val="00A3294F"/>
    <w:rsid w:val="00A41CEB"/>
    <w:rsid w:val="00A44BE8"/>
    <w:rsid w:val="00A6738C"/>
    <w:rsid w:val="00A719D1"/>
    <w:rsid w:val="00A77378"/>
    <w:rsid w:val="00A91D45"/>
    <w:rsid w:val="00A95AE9"/>
    <w:rsid w:val="00AA33CE"/>
    <w:rsid w:val="00AA4A53"/>
    <w:rsid w:val="00AA666A"/>
    <w:rsid w:val="00AB45EA"/>
    <w:rsid w:val="00AB5CA0"/>
    <w:rsid w:val="00AE4180"/>
    <w:rsid w:val="00AF6D2F"/>
    <w:rsid w:val="00B04F6A"/>
    <w:rsid w:val="00B0599B"/>
    <w:rsid w:val="00B10B46"/>
    <w:rsid w:val="00B11043"/>
    <w:rsid w:val="00B13296"/>
    <w:rsid w:val="00B13AB1"/>
    <w:rsid w:val="00B17845"/>
    <w:rsid w:val="00B261AB"/>
    <w:rsid w:val="00B40CCF"/>
    <w:rsid w:val="00B477D5"/>
    <w:rsid w:val="00B52207"/>
    <w:rsid w:val="00B71380"/>
    <w:rsid w:val="00B82DC0"/>
    <w:rsid w:val="00B90D77"/>
    <w:rsid w:val="00BA28DC"/>
    <w:rsid w:val="00BA47E0"/>
    <w:rsid w:val="00BB3DB6"/>
    <w:rsid w:val="00BC0142"/>
    <w:rsid w:val="00BC3F8A"/>
    <w:rsid w:val="00BC5552"/>
    <w:rsid w:val="00BC7E79"/>
    <w:rsid w:val="00BD25B7"/>
    <w:rsid w:val="00BD6F13"/>
    <w:rsid w:val="00BD7934"/>
    <w:rsid w:val="00BF132E"/>
    <w:rsid w:val="00C02242"/>
    <w:rsid w:val="00C114BF"/>
    <w:rsid w:val="00C13C71"/>
    <w:rsid w:val="00C23CAD"/>
    <w:rsid w:val="00C2412E"/>
    <w:rsid w:val="00C41C2B"/>
    <w:rsid w:val="00C42717"/>
    <w:rsid w:val="00C6525A"/>
    <w:rsid w:val="00C70991"/>
    <w:rsid w:val="00C71303"/>
    <w:rsid w:val="00C71429"/>
    <w:rsid w:val="00C9665A"/>
    <w:rsid w:val="00CA7A81"/>
    <w:rsid w:val="00CB1D9A"/>
    <w:rsid w:val="00CC0F38"/>
    <w:rsid w:val="00CD32A1"/>
    <w:rsid w:val="00CD6B0C"/>
    <w:rsid w:val="00CE0E7F"/>
    <w:rsid w:val="00CE778B"/>
    <w:rsid w:val="00D120A4"/>
    <w:rsid w:val="00D154D3"/>
    <w:rsid w:val="00D16511"/>
    <w:rsid w:val="00D32238"/>
    <w:rsid w:val="00D420CD"/>
    <w:rsid w:val="00D46027"/>
    <w:rsid w:val="00D4719C"/>
    <w:rsid w:val="00D617D4"/>
    <w:rsid w:val="00D61B06"/>
    <w:rsid w:val="00D61E3E"/>
    <w:rsid w:val="00D7257E"/>
    <w:rsid w:val="00D82A0B"/>
    <w:rsid w:val="00D87D8F"/>
    <w:rsid w:val="00DA0590"/>
    <w:rsid w:val="00DA5B0D"/>
    <w:rsid w:val="00DB16C0"/>
    <w:rsid w:val="00DB1A67"/>
    <w:rsid w:val="00DB5167"/>
    <w:rsid w:val="00DB66E6"/>
    <w:rsid w:val="00DB6C1F"/>
    <w:rsid w:val="00DC01E1"/>
    <w:rsid w:val="00DC4C5D"/>
    <w:rsid w:val="00DD44DF"/>
    <w:rsid w:val="00DD7FE3"/>
    <w:rsid w:val="00DE0EBD"/>
    <w:rsid w:val="00DF44FB"/>
    <w:rsid w:val="00E0679A"/>
    <w:rsid w:val="00E104EC"/>
    <w:rsid w:val="00E13520"/>
    <w:rsid w:val="00E15B96"/>
    <w:rsid w:val="00E204D5"/>
    <w:rsid w:val="00E37306"/>
    <w:rsid w:val="00E6311B"/>
    <w:rsid w:val="00E70DCB"/>
    <w:rsid w:val="00E741AD"/>
    <w:rsid w:val="00E76365"/>
    <w:rsid w:val="00E83D2E"/>
    <w:rsid w:val="00E84BEA"/>
    <w:rsid w:val="00E86051"/>
    <w:rsid w:val="00E9458D"/>
    <w:rsid w:val="00EA11A9"/>
    <w:rsid w:val="00EC261E"/>
    <w:rsid w:val="00EC5876"/>
    <w:rsid w:val="00EE1762"/>
    <w:rsid w:val="00EE5F3F"/>
    <w:rsid w:val="00EE5FB8"/>
    <w:rsid w:val="00EF7DE2"/>
    <w:rsid w:val="00F16151"/>
    <w:rsid w:val="00F16E88"/>
    <w:rsid w:val="00F52579"/>
    <w:rsid w:val="00F54532"/>
    <w:rsid w:val="00F651A1"/>
    <w:rsid w:val="00F71233"/>
    <w:rsid w:val="00F7738A"/>
    <w:rsid w:val="00F927E7"/>
    <w:rsid w:val="00F940B9"/>
    <w:rsid w:val="00F97327"/>
    <w:rsid w:val="00FB27EB"/>
    <w:rsid w:val="00FC69EC"/>
    <w:rsid w:val="00FD2545"/>
    <w:rsid w:val="00FE3B48"/>
    <w:rsid w:val="00FE5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20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664C9"/>
    <w:rPr>
      <w:sz w:val="24"/>
      <w:szCs w:val="24"/>
    </w:rPr>
  </w:style>
  <w:style w:type="paragraph" w:styleId="Heading2">
    <w:name w:val="heading 2"/>
    <w:basedOn w:val="Normal"/>
    <w:next w:val="Normal"/>
    <w:qFormat/>
    <w:rsid w:val="008664C9"/>
    <w:pPr>
      <w:keepNext/>
      <w:outlineLvl w:val="1"/>
    </w:pPr>
    <w:rPr>
      <w:rFonts w:ascii="Times New" w:hAnsi="Times New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664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8664C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664C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8664C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8664C9"/>
    <w:rPr>
      <w:szCs w:val="20"/>
    </w:rPr>
  </w:style>
  <w:style w:type="character" w:styleId="Hyperlink">
    <w:name w:val="Hyperlink"/>
    <w:basedOn w:val="DefaultParagraphFont"/>
    <w:rsid w:val="008664C9"/>
    <w:rPr>
      <w:color w:val="0000FF"/>
      <w:u w:val="single"/>
    </w:rPr>
  </w:style>
  <w:style w:type="character" w:styleId="PageNumber">
    <w:name w:val="page number"/>
    <w:basedOn w:val="DefaultParagraphFont"/>
    <w:rsid w:val="008664C9"/>
  </w:style>
  <w:style w:type="paragraph" w:styleId="Date">
    <w:name w:val="Date"/>
    <w:basedOn w:val="Normal"/>
    <w:next w:val="Normal"/>
    <w:rsid w:val="008664C9"/>
  </w:style>
  <w:style w:type="character" w:styleId="Emphasis">
    <w:name w:val="Emphasis"/>
    <w:basedOn w:val="DefaultParagraphFont"/>
    <w:qFormat/>
    <w:rsid w:val="008664C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9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69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4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39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55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uberd\Local%20Settings\Temporary%20Internet%20Files\OLK3E4\rus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C0F30-EB2B-4B74-98B1-2BBB496BD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russ.dot</Template>
  <TotalTime>15</TotalTime>
  <Pages>1</Pages>
  <Words>131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July 30, 2005</vt:lpstr>
    </vt:vector>
  </TitlesOfParts>
  <Company>Oaktree Capital Manaement, LLC</Company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July 30, 2005</dc:title>
  <dc:subject/>
  <dc:creator>Debbie Huber</dc:creator>
  <cp:keywords/>
  <dc:description/>
  <cp:lastModifiedBy>Deanna Le</cp:lastModifiedBy>
  <cp:revision>7</cp:revision>
  <cp:lastPrinted>2013-04-30T22:48:00Z</cp:lastPrinted>
  <dcterms:created xsi:type="dcterms:W3CDTF">2014-01-21T20:21:00Z</dcterms:created>
  <dcterms:modified xsi:type="dcterms:W3CDTF">2014-01-23T21:04:00Z</dcterms:modified>
</cp:coreProperties>
</file>